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4E4A1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67C2AF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88454E" w14:textId="77777777" w:rsidR="0085747A" w:rsidRPr="002829B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829B0">
        <w:rPr>
          <w:rFonts w:ascii="Corbel" w:hAnsi="Corbel"/>
          <w:b/>
          <w:smallCaps/>
          <w:sz w:val="24"/>
          <w:szCs w:val="24"/>
        </w:rPr>
        <w:t xml:space="preserve"> 2020-2023</w:t>
      </w:r>
    </w:p>
    <w:p w14:paraId="7A803500" w14:textId="3219AFC9" w:rsidR="00445970" w:rsidRPr="00EA4832" w:rsidRDefault="00445970" w:rsidP="0069556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2829B0" w:rsidRPr="002829B0">
        <w:rPr>
          <w:rFonts w:ascii="Corbel" w:hAnsi="Corbel"/>
          <w:sz w:val="20"/>
          <w:szCs w:val="20"/>
        </w:rPr>
        <w:t>202</w:t>
      </w:r>
      <w:r w:rsidR="002A74A1">
        <w:rPr>
          <w:rFonts w:ascii="Corbel" w:hAnsi="Corbel"/>
          <w:sz w:val="20"/>
          <w:szCs w:val="20"/>
        </w:rPr>
        <w:t>2</w:t>
      </w:r>
      <w:r w:rsidR="002829B0" w:rsidRPr="002829B0">
        <w:rPr>
          <w:rFonts w:ascii="Corbel" w:hAnsi="Corbel"/>
          <w:sz w:val="20"/>
          <w:szCs w:val="20"/>
        </w:rPr>
        <w:t>/202</w:t>
      </w:r>
      <w:r w:rsidR="002A74A1">
        <w:rPr>
          <w:rFonts w:ascii="Corbel" w:hAnsi="Corbel"/>
          <w:sz w:val="20"/>
          <w:szCs w:val="20"/>
        </w:rPr>
        <w:t>3</w:t>
      </w:r>
    </w:p>
    <w:p w14:paraId="237E4A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08291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ADB7595" w14:textId="77777777" w:rsidTr="70403269">
        <w:tc>
          <w:tcPr>
            <w:tcW w:w="2694" w:type="dxa"/>
            <w:vAlign w:val="center"/>
          </w:tcPr>
          <w:p w14:paraId="371CF49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DFA575" w14:textId="77777777" w:rsidR="0085747A" w:rsidRPr="0029636F" w:rsidRDefault="0029636F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9636F">
              <w:rPr>
                <w:rFonts w:ascii="Corbel" w:hAnsi="Corbel"/>
                <w:b w:val="0"/>
                <w:sz w:val="24"/>
                <w:szCs w:val="24"/>
              </w:rPr>
              <w:t>Techniki menedżerskie w sektorze publicznym</w:t>
            </w:r>
          </w:p>
        </w:tc>
      </w:tr>
      <w:tr w:rsidR="0085747A" w:rsidRPr="009C54AE" w14:paraId="2A55C8FC" w14:textId="77777777" w:rsidTr="70403269">
        <w:tc>
          <w:tcPr>
            <w:tcW w:w="2694" w:type="dxa"/>
            <w:vAlign w:val="center"/>
          </w:tcPr>
          <w:p w14:paraId="303ACD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EBFD00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6471D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iZSP</w:t>
            </w:r>
            <w:proofErr w:type="spellEnd"/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/C-1.9</w:t>
            </w:r>
            <w:r w:rsidR="006471D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b</w:t>
            </w:r>
          </w:p>
        </w:tc>
      </w:tr>
      <w:tr w:rsidR="0085747A" w:rsidRPr="009C54AE" w14:paraId="63B8B26D" w14:textId="77777777" w:rsidTr="70403269">
        <w:tc>
          <w:tcPr>
            <w:tcW w:w="2694" w:type="dxa"/>
            <w:vAlign w:val="center"/>
          </w:tcPr>
          <w:p w14:paraId="380C392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FA2DB7" w14:textId="77777777" w:rsidR="0085747A" w:rsidRPr="002829B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9C54AE" w14:paraId="76DA4BE7" w14:textId="77777777" w:rsidTr="70403269">
        <w:tc>
          <w:tcPr>
            <w:tcW w:w="2694" w:type="dxa"/>
            <w:vAlign w:val="center"/>
          </w:tcPr>
          <w:p w14:paraId="3FA1DD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BAA860" w14:textId="77777777" w:rsidR="0085747A" w:rsidRPr="00413C81" w:rsidRDefault="00413C81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413C8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1985E62" w14:textId="77777777" w:rsidTr="70403269">
        <w:tc>
          <w:tcPr>
            <w:tcW w:w="2694" w:type="dxa"/>
            <w:vAlign w:val="center"/>
          </w:tcPr>
          <w:p w14:paraId="2F9EE5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DE05135" w14:textId="77777777" w:rsidR="0085747A" w:rsidRPr="009C54AE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7A1FF9D" w14:textId="77777777" w:rsidTr="70403269">
        <w:tc>
          <w:tcPr>
            <w:tcW w:w="2694" w:type="dxa"/>
            <w:vAlign w:val="center"/>
          </w:tcPr>
          <w:p w14:paraId="6D69A07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3D6D97" w14:textId="77777777" w:rsidR="0085747A" w:rsidRPr="002A74A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74A1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E5B8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B8CB7BD" w14:textId="77777777" w:rsidTr="70403269">
        <w:tc>
          <w:tcPr>
            <w:tcW w:w="2694" w:type="dxa"/>
            <w:vAlign w:val="center"/>
          </w:tcPr>
          <w:p w14:paraId="5CD807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B792E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4686B3D" w14:textId="77777777" w:rsidTr="70403269">
        <w:tc>
          <w:tcPr>
            <w:tcW w:w="2694" w:type="dxa"/>
            <w:vAlign w:val="center"/>
          </w:tcPr>
          <w:p w14:paraId="50718A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CCDDDE" w14:textId="77777777" w:rsidR="0085747A" w:rsidRPr="002A74A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A74A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Stacjonarne</w:t>
            </w:r>
          </w:p>
        </w:tc>
      </w:tr>
      <w:tr w:rsidR="0085747A" w:rsidRPr="009C54AE" w14:paraId="49FF932E" w14:textId="77777777" w:rsidTr="70403269">
        <w:tc>
          <w:tcPr>
            <w:tcW w:w="2694" w:type="dxa"/>
            <w:vAlign w:val="center"/>
          </w:tcPr>
          <w:p w14:paraId="34E6B1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138C58E" w14:textId="77777777" w:rsidR="0085747A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</w:t>
            </w:r>
            <w:r w:rsidR="006471D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6</w:t>
            </w:r>
          </w:p>
        </w:tc>
      </w:tr>
      <w:tr w:rsidR="0085747A" w:rsidRPr="009C54AE" w14:paraId="58193B2D" w14:textId="77777777" w:rsidTr="70403269">
        <w:tc>
          <w:tcPr>
            <w:tcW w:w="2694" w:type="dxa"/>
            <w:vAlign w:val="center"/>
          </w:tcPr>
          <w:p w14:paraId="6CBE27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F2A10C" w14:textId="77777777" w:rsidR="0085747A" w:rsidRPr="002A74A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A74A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Specjalnościowy do wyboru</w:t>
            </w:r>
          </w:p>
        </w:tc>
      </w:tr>
      <w:tr w:rsidR="00923D7D" w:rsidRPr="009C54AE" w14:paraId="3898047B" w14:textId="77777777" w:rsidTr="70403269">
        <w:tc>
          <w:tcPr>
            <w:tcW w:w="2694" w:type="dxa"/>
            <w:vAlign w:val="center"/>
          </w:tcPr>
          <w:p w14:paraId="5B0003D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9F33EE" w14:textId="77777777" w:rsidR="00923D7D" w:rsidRPr="002829B0" w:rsidRDefault="002829B0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17512A"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2829B0" w:rsidRPr="009C54AE" w14:paraId="7A5019A6" w14:textId="77777777" w:rsidTr="70403269">
        <w:tc>
          <w:tcPr>
            <w:tcW w:w="2694" w:type="dxa"/>
            <w:vAlign w:val="center"/>
          </w:tcPr>
          <w:p w14:paraId="3AF0C66A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F8A148" w14:textId="77777777" w:rsidR="002829B0" w:rsidRPr="002829B0" w:rsidRDefault="002829B0" w:rsidP="002829B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829B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Dr hab. Katarzyna Szara, prof. UR</w:t>
            </w:r>
          </w:p>
        </w:tc>
      </w:tr>
      <w:tr w:rsidR="002829B0" w:rsidRPr="009C54AE" w14:paraId="367B64C9" w14:textId="77777777" w:rsidTr="70403269">
        <w:tc>
          <w:tcPr>
            <w:tcW w:w="2694" w:type="dxa"/>
            <w:vAlign w:val="center"/>
          </w:tcPr>
          <w:p w14:paraId="6DF4F4FB" w14:textId="77777777" w:rsidR="002829B0" w:rsidRPr="009C54AE" w:rsidRDefault="002829B0" w:rsidP="002829B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672ECD" w14:textId="45A44F79" w:rsidR="002829B0" w:rsidRPr="002829B0" w:rsidRDefault="002829B0" w:rsidP="70403269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70403269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Dr hab. </w:t>
            </w:r>
            <w:r w:rsidR="7790D53A" w:rsidRPr="70403269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Grzegorz Hajduk</w:t>
            </w:r>
            <w:r w:rsidRPr="70403269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, prof. UR</w:t>
            </w:r>
          </w:p>
        </w:tc>
      </w:tr>
    </w:tbl>
    <w:p w14:paraId="36D6459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A74A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64B323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D2383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6560597" w14:textId="77777777" w:rsidTr="002829B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F7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CFE32A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8E4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82A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47F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644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AB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E20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9D1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9EB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27D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7BDF3C7" w14:textId="77777777" w:rsidTr="002829B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6611" w14:textId="77777777" w:rsidR="00015B8F" w:rsidRPr="009C54AE" w:rsidRDefault="006471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8F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DDF05" w14:textId="77777777" w:rsidR="00015B8F" w:rsidRPr="009C54AE" w:rsidRDefault="006471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77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2B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97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C85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D6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35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1EBB" w14:textId="77777777" w:rsidR="00015B8F" w:rsidRPr="009C54AE" w:rsidRDefault="00E22D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3DFF4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76DC1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E58ED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E03A34C" w14:textId="77777777" w:rsidR="00337127" w:rsidRPr="00FD7701" w:rsidRDefault="00337127" w:rsidP="0033712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C9C88AD" w14:textId="77777777" w:rsidR="00337127" w:rsidRPr="00FD7701" w:rsidRDefault="00337127" w:rsidP="0033712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2155A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36FF9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C0DF0E" w14:textId="77777777" w:rsidR="009C54AE" w:rsidRPr="006471DE" w:rsidRDefault="00E22D4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210E73">
        <w:rPr>
          <w:rFonts w:ascii="Corbel" w:hAnsi="Corbel"/>
          <w:b w:val="0"/>
          <w:smallCaps w:val="0"/>
          <w:szCs w:val="24"/>
        </w:rPr>
        <w:t>aliczenie z oceną</w:t>
      </w:r>
    </w:p>
    <w:p w14:paraId="3039BD9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AB80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D9B98C0" w14:textId="77777777" w:rsidTr="00745302">
        <w:tc>
          <w:tcPr>
            <w:tcW w:w="9670" w:type="dxa"/>
          </w:tcPr>
          <w:p w14:paraId="2BE28F2E" w14:textId="77777777" w:rsidR="0085747A" w:rsidRPr="009C54AE" w:rsidRDefault="00E22D4F" w:rsidP="006471D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ekonomiki i organizacji przedsiębiorstwa, zarządzania, zarządzania zasobami ludzkimi.</w:t>
            </w:r>
          </w:p>
        </w:tc>
      </w:tr>
    </w:tbl>
    <w:p w14:paraId="453FCAB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5023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C7928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0986A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805E8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7AC4705" w14:textId="77777777" w:rsidTr="00923D7D">
        <w:tc>
          <w:tcPr>
            <w:tcW w:w="851" w:type="dxa"/>
            <w:vAlign w:val="center"/>
          </w:tcPr>
          <w:p w14:paraId="16B67BE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1BBAB6C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z wybranymi metodami i technikami menedżerskimi</w:t>
            </w: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85747A" w:rsidRPr="009C54AE" w14:paraId="799F3FB6" w14:textId="77777777" w:rsidTr="00923D7D">
        <w:tc>
          <w:tcPr>
            <w:tcW w:w="851" w:type="dxa"/>
            <w:vAlign w:val="center"/>
          </w:tcPr>
          <w:p w14:paraId="372D5D2A" w14:textId="77777777" w:rsidR="0085747A" w:rsidRPr="009C54AE" w:rsidRDefault="00E22D4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25BDFA2" w14:textId="77777777" w:rsidR="0085747A" w:rsidRPr="009C54AE" w:rsidRDefault="00E22D4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Identyfikacja technik menedżerskich.</w:t>
            </w:r>
          </w:p>
        </w:tc>
      </w:tr>
      <w:tr w:rsidR="0085747A" w:rsidRPr="009C54AE" w14:paraId="128B61F8" w14:textId="77777777" w:rsidTr="00923D7D">
        <w:tc>
          <w:tcPr>
            <w:tcW w:w="851" w:type="dxa"/>
            <w:vAlign w:val="center"/>
          </w:tcPr>
          <w:p w14:paraId="6D5C1E9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2D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20EF2F5" w14:textId="77777777" w:rsidR="0085747A" w:rsidRPr="009C54AE" w:rsidRDefault="00E22D4F" w:rsidP="00F31C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534C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083A2D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E03BC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761D6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897E2EE" w14:textId="77777777" w:rsidTr="00E22D4F">
        <w:tc>
          <w:tcPr>
            <w:tcW w:w="1681" w:type="dxa"/>
            <w:vAlign w:val="center"/>
          </w:tcPr>
          <w:p w14:paraId="0F7A2E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D68B8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5729A5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2D4F" w:rsidRPr="009C54AE" w14:paraId="5B81DD30" w14:textId="77777777" w:rsidTr="00E22D4F">
        <w:tc>
          <w:tcPr>
            <w:tcW w:w="1681" w:type="dxa"/>
          </w:tcPr>
          <w:p w14:paraId="25E9B0CF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130C1B4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 xml:space="preserve">Identyfikuje podstawowe </w:t>
            </w:r>
            <w:r>
              <w:rPr>
                <w:rFonts w:ascii="Corbel" w:hAnsi="Corbel"/>
                <w:sz w:val="24"/>
                <w:szCs w:val="24"/>
              </w:rPr>
              <w:t>techniki menedżerskie</w:t>
            </w:r>
          </w:p>
        </w:tc>
        <w:tc>
          <w:tcPr>
            <w:tcW w:w="1865" w:type="dxa"/>
          </w:tcPr>
          <w:p w14:paraId="1683DB54" w14:textId="77777777" w:rsidR="00E22D4F" w:rsidRPr="003A70B6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E22D4F" w:rsidRPr="009C54AE" w14:paraId="40EF02EA" w14:textId="77777777" w:rsidTr="00E22D4F">
        <w:tc>
          <w:tcPr>
            <w:tcW w:w="1681" w:type="dxa"/>
          </w:tcPr>
          <w:p w14:paraId="200F52B5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6E49C2F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Wyjaśnia zasady stosowania technik menadżerskich</w:t>
            </w:r>
            <w:r w:rsidR="007A484E">
              <w:rPr>
                <w:rFonts w:ascii="Corbel" w:hAnsi="Corbel"/>
                <w:sz w:val="24"/>
                <w:szCs w:val="24"/>
              </w:rPr>
              <w:t xml:space="preserve"> w rozwoju różnych organizacji</w:t>
            </w:r>
          </w:p>
        </w:tc>
        <w:tc>
          <w:tcPr>
            <w:tcW w:w="1865" w:type="dxa"/>
          </w:tcPr>
          <w:p w14:paraId="0B4873EB" w14:textId="77777777" w:rsidR="00E22D4F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</w:t>
            </w:r>
            <w:r w:rsidR="009E784B">
              <w:rPr>
                <w:rFonts w:ascii="Corbel" w:hAnsi="Corbel"/>
                <w:sz w:val="24"/>
                <w:szCs w:val="24"/>
              </w:rPr>
              <w:t>08</w:t>
            </w:r>
          </w:p>
          <w:p w14:paraId="7593C4BA" w14:textId="77777777" w:rsidR="00E22D4F" w:rsidRPr="003A70B6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</w:t>
            </w:r>
            <w:r w:rsidR="009E784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22D4F" w:rsidRPr="009C54AE" w14:paraId="34AA79B8" w14:textId="77777777" w:rsidTr="00E22D4F">
        <w:tc>
          <w:tcPr>
            <w:tcW w:w="1681" w:type="dxa"/>
          </w:tcPr>
          <w:p w14:paraId="2C4FA1DA" w14:textId="77777777" w:rsidR="00E22D4F" w:rsidRPr="009C54AE" w:rsidRDefault="00E22D4F" w:rsidP="00E22D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600EFAE" w14:textId="77777777" w:rsidR="00E22D4F" w:rsidRPr="000A6330" w:rsidRDefault="009E784B" w:rsidP="009E784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Analizuje, d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ecyduje, tworzy i porównuje sytuacje w organizacjach i zachowania menedżerów</w:t>
            </w:r>
          </w:p>
        </w:tc>
        <w:tc>
          <w:tcPr>
            <w:tcW w:w="1865" w:type="dxa"/>
          </w:tcPr>
          <w:p w14:paraId="6CF7A4A0" w14:textId="77777777" w:rsidR="00E22D4F" w:rsidRPr="000A6330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K_U01</w:t>
            </w:r>
          </w:p>
          <w:p w14:paraId="737373BA" w14:textId="77777777" w:rsidR="00E22D4F" w:rsidRPr="000A6330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K_U02</w:t>
            </w:r>
          </w:p>
          <w:p w14:paraId="2F2B8C19" w14:textId="77777777" w:rsidR="009E784B" w:rsidRPr="000A6330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E22D4F" w:rsidRPr="009C54AE" w14:paraId="63443D2D" w14:textId="77777777" w:rsidTr="00E22D4F">
        <w:tc>
          <w:tcPr>
            <w:tcW w:w="1681" w:type="dxa"/>
          </w:tcPr>
          <w:p w14:paraId="0B0C4B22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71AB0F2C" w14:textId="77777777" w:rsidR="00E22D4F" w:rsidRPr="000A6330" w:rsidRDefault="007A484E" w:rsidP="007A48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7A484E">
              <w:rPr>
                <w:rFonts w:ascii="Corbel" w:hAnsi="Corbel"/>
                <w:sz w:val="24"/>
                <w:szCs w:val="24"/>
              </w:rPr>
              <w:t>ykorzyst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wiedzę ekonomiczną w procesie poszukiwania optymalnych rozwiązań problemów gospodarczych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A633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>ozwiązuj</w:t>
            </w:r>
            <w:r>
              <w:rPr>
                <w:rFonts w:ascii="Corbel" w:hAnsi="Corbel"/>
                <w:sz w:val="24"/>
                <w:szCs w:val="24"/>
              </w:rPr>
              <w:t>ąc</w:t>
            </w:r>
            <w:r w:rsidR="00E22D4F" w:rsidRPr="000A6330">
              <w:rPr>
                <w:rFonts w:ascii="Corbel" w:hAnsi="Corbel"/>
                <w:sz w:val="24"/>
                <w:szCs w:val="24"/>
              </w:rPr>
              <w:t xml:space="preserve"> konflikty w organizacjach</w:t>
            </w:r>
            <w:r w:rsidR="009E78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A71F130" w14:textId="77777777" w:rsidR="007A484E" w:rsidRDefault="007A484E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05</w:t>
            </w:r>
          </w:p>
          <w:p w14:paraId="103E8EFD" w14:textId="77777777" w:rsidR="00E22D4F" w:rsidRPr="000A6330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K_U0</w:t>
            </w:r>
            <w:r w:rsidR="009E784B">
              <w:rPr>
                <w:rFonts w:ascii="Corbel" w:hAnsi="Corbel"/>
                <w:sz w:val="24"/>
                <w:szCs w:val="24"/>
              </w:rPr>
              <w:t>6</w:t>
            </w:r>
          </w:p>
          <w:p w14:paraId="4B003D80" w14:textId="77777777" w:rsidR="009E784B" w:rsidRPr="000A6330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 w:rsidR="009E784B"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E22D4F" w:rsidRPr="009C54AE" w14:paraId="26F8D1C4" w14:textId="77777777" w:rsidTr="00E22D4F">
        <w:tc>
          <w:tcPr>
            <w:tcW w:w="1681" w:type="dxa"/>
          </w:tcPr>
          <w:p w14:paraId="4BEBD3D8" w14:textId="77777777" w:rsidR="00E22D4F" w:rsidRPr="003A70B6" w:rsidRDefault="00E22D4F" w:rsidP="00E22D4F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14:paraId="312ADFE9" w14:textId="77777777" w:rsidR="00E22D4F" w:rsidRPr="003A70B6" w:rsidRDefault="007A484E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7A484E">
              <w:rPr>
                <w:rFonts w:ascii="Corbel" w:hAnsi="Corbel"/>
                <w:sz w:val="24"/>
                <w:szCs w:val="24"/>
              </w:rPr>
              <w:t>lan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i organiz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7A484E">
              <w:rPr>
                <w:rFonts w:ascii="Corbel" w:hAnsi="Corbel"/>
                <w:sz w:val="24"/>
                <w:szCs w:val="24"/>
              </w:rPr>
              <w:t xml:space="preserve"> pracę indywidualną oraz w zespole</w:t>
            </w:r>
          </w:p>
        </w:tc>
        <w:tc>
          <w:tcPr>
            <w:tcW w:w="1865" w:type="dxa"/>
          </w:tcPr>
          <w:p w14:paraId="54DCAA56" w14:textId="77777777" w:rsidR="007A484E" w:rsidRDefault="007A484E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07F8407" w14:textId="77777777" w:rsidR="00E22D4F" w:rsidRPr="003A70B6" w:rsidRDefault="007A484E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E22D4F" w:rsidRPr="009C54AE" w14:paraId="7CCCEB5C" w14:textId="77777777" w:rsidTr="00E22D4F">
        <w:tc>
          <w:tcPr>
            <w:tcW w:w="1681" w:type="dxa"/>
          </w:tcPr>
          <w:p w14:paraId="32942226" w14:textId="77777777" w:rsidR="00E22D4F" w:rsidRPr="003A70B6" w:rsidRDefault="00E22D4F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77EECC64" w14:textId="77777777" w:rsidR="00E22D4F" w:rsidRPr="000A6330" w:rsidRDefault="009E784B" w:rsidP="00E22D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Konfrontuje wiedzę ekonomiczną i inicjuje działania </w:t>
            </w:r>
            <w:r w:rsidR="007A484E">
              <w:rPr>
                <w:rFonts w:ascii="Corbel" w:hAnsi="Corbel"/>
                <w:sz w:val="24"/>
                <w:szCs w:val="24"/>
              </w:rPr>
              <w:t>na rzecz interesu publicznego</w:t>
            </w:r>
          </w:p>
        </w:tc>
        <w:tc>
          <w:tcPr>
            <w:tcW w:w="1865" w:type="dxa"/>
          </w:tcPr>
          <w:p w14:paraId="1F240833" w14:textId="77777777" w:rsidR="00E22D4F" w:rsidRDefault="00E22D4F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 w:rsidR="009E784B">
              <w:rPr>
                <w:rFonts w:ascii="Corbel" w:hAnsi="Corbel"/>
                <w:sz w:val="24"/>
                <w:szCs w:val="24"/>
              </w:rPr>
              <w:t>2</w:t>
            </w:r>
          </w:p>
          <w:p w14:paraId="445B4759" w14:textId="77777777" w:rsidR="009E784B" w:rsidRPr="000A6330" w:rsidRDefault="009E784B" w:rsidP="002A74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A633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6E1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FFF79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C9488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FF0F8A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4DC653" w14:textId="77777777" w:rsidTr="2BADD315">
        <w:tc>
          <w:tcPr>
            <w:tcW w:w="9520" w:type="dxa"/>
          </w:tcPr>
          <w:p w14:paraId="2A7FF7A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BB133E8" w14:textId="77777777" w:rsidTr="2BADD315">
        <w:tc>
          <w:tcPr>
            <w:tcW w:w="9520" w:type="dxa"/>
          </w:tcPr>
          <w:p w14:paraId="64BE1825" w14:textId="6F70215B" w:rsidR="0085747A" w:rsidRPr="009C54AE" w:rsidRDefault="00E22D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ADD315">
              <w:rPr>
                <w:rFonts w:ascii="Corbel" w:hAnsi="Corbel"/>
                <w:sz w:val="24"/>
                <w:szCs w:val="24"/>
              </w:rPr>
              <w:t xml:space="preserve">Miejsce i rola </w:t>
            </w:r>
            <w:proofErr w:type="spellStart"/>
            <w:r w:rsidRPr="2BADD315">
              <w:rPr>
                <w:rFonts w:ascii="Corbel" w:hAnsi="Corbel"/>
                <w:sz w:val="24"/>
                <w:szCs w:val="24"/>
              </w:rPr>
              <w:t>menedżera</w:t>
            </w:r>
            <w:proofErr w:type="spellEnd"/>
            <w:r w:rsidRPr="2BADD315">
              <w:rPr>
                <w:rFonts w:ascii="Corbel" w:hAnsi="Corbel"/>
                <w:sz w:val="24"/>
                <w:szCs w:val="24"/>
              </w:rPr>
              <w:t xml:space="preserve"> w organizacji.</w:t>
            </w:r>
          </w:p>
        </w:tc>
      </w:tr>
      <w:tr w:rsidR="2BADD315" w14:paraId="2EC26D11" w14:textId="77777777" w:rsidTr="2BADD315">
        <w:tc>
          <w:tcPr>
            <w:tcW w:w="9520" w:type="dxa"/>
          </w:tcPr>
          <w:p w14:paraId="0FEE7CB1" w14:textId="74A16C39" w:rsidR="4C7DE3D3" w:rsidRDefault="4C7DE3D3" w:rsidP="2BADD315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BADD315">
              <w:rPr>
                <w:rFonts w:ascii="Corbel" w:hAnsi="Corbel"/>
                <w:sz w:val="24"/>
                <w:szCs w:val="24"/>
              </w:rPr>
              <w:t>Rola komunikacji w zespołach.</w:t>
            </w:r>
          </w:p>
        </w:tc>
      </w:tr>
      <w:tr w:rsidR="00E22D4F" w:rsidRPr="009C54AE" w14:paraId="7E4B9D62" w14:textId="77777777" w:rsidTr="2BADD315">
        <w:tc>
          <w:tcPr>
            <w:tcW w:w="9520" w:type="dxa"/>
          </w:tcPr>
          <w:p w14:paraId="08213DC7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B25">
              <w:rPr>
                <w:rFonts w:ascii="Corbel" w:hAnsi="Corbel"/>
                <w:sz w:val="24"/>
                <w:szCs w:val="24"/>
              </w:rPr>
              <w:t xml:space="preserve">Cele organizacji. Technika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zarządzania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przez </w:t>
            </w: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określanie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celów.</w:t>
            </w:r>
          </w:p>
        </w:tc>
      </w:tr>
      <w:tr w:rsidR="00E22D4F" w:rsidRPr="009C54AE" w14:paraId="2D734011" w14:textId="77777777" w:rsidTr="2BADD315">
        <w:tc>
          <w:tcPr>
            <w:tcW w:w="9520" w:type="dxa"/>
          </w:tcPr>
          <w:p w14:paraId="35E1AB3E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problemami.</w:t>
            </w:r>
          </w:p>
        </w:tc>
      </w:tr>
      <w:tr w:rsidR="00E22D4F" w:rsidRPr="009C54AE" w14:paraId="3D58E6B4" w14:textId="77777777" w:rsidTr="2BADD315">
        <w:tc>
          <w:tcPr>
            <w:tcW w:w="9520" w:type="dxa"/>
          </w:tcPr>
          <w:p w14:paraId="396D9E26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czasem.</w:t>
            </w:r>
          </w:p>
        </w:tc>
      </w:tr>
      <w:tr w:rsidR="00E22D4F" w:rsidRPr="009C54AE" w14:paraId="36902588" w14:textId="77777777" w:rsidTr="2BADD315">
        <w:tc>
          <w:tcPr>
            <w:tcW w:w="9520" w:type="dxa"/>
          </w:tcPr>
          <w:p w14:paraId="0B2C1E39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41B25">
              <w:rPr>
                <w:rFonts w:ascii="Corbel" w:hAnsi="Corbel"/>
                <w:sz w:val="24"/>
                <w:szCs w:val="24"/>
              </w:rPr>
              <w:t>Zarządzanie</w:t>
            </w:r>
            <w:proofErr w:type="spellEnd"/>
            <w:r w:rsidRPr="00241B25">
              <w:rPr>
                <w:rFonts w:ascii="Corbel" w:hAnsi="Corbel"/>
                <w:sz w:val="24"/>
                <w:szCs w:val="24"/>
              </w:rPr>
              <w:t xml:space="preserve"> konfliktem.</w:t>
            </w:r>
          </w:p>
        </w:tc>
      </w:tr>
      <w:tr w:rsidR="00E22D4F" w:rsidRPr="009C54AE" w14:paraId="42BC1ACF" w14:textId="77777777" w:rsidTr="2BADD315">
        <w:tc>
          <w:tcPr>
            <w:tcW w:w="9520" w:type="dxa"/>
          </w:tcPr>
          <w:p w14:paraId="52FCAE6B" w14:textId="77777777" w:rsidR="00E22D4F" w:rsidRPr="00241B25" w:rsidRDefault="00E22D4F" w:rsidP="00E22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Zarządzanie stresem.</w:t>
            </w:r>
          </w:p>
        </w:tc>
      </w:tr>
    </w:tbl>
    <w:p w14:paraId="455D4C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3FE6B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52D439F" w14:textId="608C4F7C" w:rsidR="00E22D4F" w:rsidRPr="00614785" w:rsidRDefault="00E22D4F" w:rsidP="2BADD315">
      <w:pPr>
        <w:pStyle w:val="Punktygwne"/>
        <w:spacing w:before="0" w:after="0"/>
        <w:rPr>
          <w:rFonts w:ascii="Corbel" w:hAnsi="Corbel"/>
          <w:b w:val="0"/>
          <w:i/>
          <w:iCs/>
          <w:smallCaps w:val="0"/>
          <w:sz w:val="20"/>
          <w:szCs w:val="20"/>
        </w:rPr>
      </w:pPr>
      <w:r w:rsidRPr="2BADD315">
        <w:rPr>
          <w:rFonts w:ascii="Corbel" w:hAnsi="Corbel"/>
          <w:b w:val="0"/>
          <w:smallCaps w:val="0"/>
        </w:rPr>
        <w:t>Mini wykład z prezentacją multimedialną, dyskusja, praca zespołowa, rozwiązywanie zadań indywidualne i grupowe</w:t>
      </w:r>
      <w:r w:rsidR="00D925B9" w:rsidRPr="2BADD315">
        <w:rPr>
          <w:rFonts w:ascii="Corbel" w:hAnsi="Corbel"/>
          <w:b w:val="0"/>
          <w:smallCaps w:val="0"/>
        </w:rPr>
        <w:t xml:space="preserve"> w formie tradycyjnej lub realizowane przy pomocy platformy MS </w:t>
      </w:r>
      <w:proofErr w:type="spellStart"/>
      <w:r w:rsidR="00D925B9" w:rsidRPr="2BADD315">
        <w:rPr>
          <w:rFonts w:ascii="Corbel" w:hAnsi="Corbel"/>
          <w:b w:val="0"/>
          <w:smallCaps w:val="0"/>
        </w:rPr>
        <w:t>Teams</w:t>
      </w:r>
      <w:proofErr w:type="spellEnd"/>
      <w:r w:rsidR="00D925B9" w:rsidRPr="2BADD315">
        <w:rPr>
          <w:rFonts w:ascii="Corbel" w:hAnsi="Corbel"/>
          <w:b w:val="0"/>
          <w:smallCaps w:val="0"/>
        </w:rPr>
        <w:t>.</w:t>
      </w:r>
    </w:p>
    <w:p w14:paraId="3487CEE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18565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B5482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9F013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FED2D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6EBEBA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3BC6C9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9FA2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5198"/>
        <w:gridCol w:w="2117"/>
      </w:tblGrid>
      <w:tr w:rsidR="0085747A" w:rsidRPr="009C54AE" w14:paraId="45D724DA" w14:textId="77777777" w:rsidTr="2EF72231">
        <w:tc>
          <w:tcPr>
            <w:tcW w:w="2205" w:type="dxa"/>
            <w:vAlign w:val="center"/>
          </w:tcPr>
          <w:p w14:paraId="2D18662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8" w:type="dxa"/>
            <w:vAlign w:val="center"/>
          </w:tcPr>
          <w:p w14:paraId="1C12A33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BE9F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1B8E0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24B8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B00A5" w:rsidRPr="009C54AE" w14:paraId="0A7B1782" w14:textId="77777777" w:rsidTr="2EF72231">
        <w:trPr>
          <w:trHeight w:val="190"/>
        </w:trPr>
        <w:tc>
          <w:tcPr>
            <w:tcW w:w="2205" w:type="dxa"/>
          </w:tcPr>
          <w:p w14:paraId="69ADA758" w14:textId="77777777" w:rsidR="005B00A5" w:rsidRPr="009C54AE" w:rsidRDefault="005B00A5" w:rsidP="2EF722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EF72231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198" w:type="dxa"/>
          </w:tcPr>
          <w:p w14:paraId="45F9C73D" w14:textId="3BC051CB" w:rsidR="005B00A5" w:rsidRPr="002A0B04" w:rsidRDefault="7C70719D" w:rsidP="2EF722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EF72231">
              <w:rPr>
                <w:rFonts w:ascii="Corbel" w:hAnsi="Corbel"/>
                <w:b w:val="0"/>
                <w:smallCaps w:val="0"/>
              </w:rPr>
              <w:t>obserwacja w trakcie zajęć, kolokwium</w:t>
            </w:r>
          </w:p>
        </w:tc>
        <w:tc>
          <w:tcPr>
            <w:tcW w:w="2117" w:type="dxa"/>
          </w:tcPr>
          <w:p w14:paraId="1A5D5B0F" w14:textId="3BBD8C77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0D998676" w14:textId="77777777" w:rsidTr="2EF72231">
        <w:trPr>
          <w:trHeight w:val="190"/>
        </w:trPr>
        <w:tc>
          <w:tcPr>
            <w:tcW w:w="2205" w:type="dxa"/>
          </w:tcPr>
          <w:p w14:paraId="2F418D86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98" w:type="dxa"/>
          </w:tcPr>
          <w:p w14:paraId="00DF2979" w14:textId="42251725" w:rsidR="005B00A5" w:rsidRPr="002A0B04" w:rsidRDefault="00E748F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2A0B04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0C46A7A1" w14:textId="2811C27B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5031FF75" w14:textId="77777777" w:rsidTr="2EF72231">
        <w:trPr>
          <w:trHeight w:val="190"/>
        </w:trPr>
        <w:tc>
          <w:tcPr>
            <w:tcW w:w="2205" w:type="dxa"/>
          </w:tcPr>
          <w:p w14:paraId="55C819F8" w14:textId="77777777" w:rsidR="005B00A5" w:rsidRPr="009C54AE" w:rsidRDefault="005B00A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98" w:type="dxa"/>
          </w:tcPr>
          <w:p w14:paraId="78993105" w14:textId="69F7A4BF" w:rsidR="005B00A5" w:rsidRPr="002A0B04" w:rsidRDefault="00E748F5" w:rsidP="005B00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0B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7FA80F5" w14:textId="084F1154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0337C970" w14:textId="77777777" w:rsidTr="2EF72231">
        <w:trPr>
          <w:trHeight w:val="190"/>
        </w:trPr>
        <w:tc>
          <w:tcPr>
            <w:tcW w:w="2205" w:type="dxa"/>
          </w:tcPr>
          <w:p w14:paraId="29221E25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98" w:type="dxa"/>
          </w:tcPr>
          <w:p w14:paraId="1CEB47D6" w14:textId="476F903D" w:rsidR="005B00A5" w:rsidRPr="002A0B04" w:rsidRDefault="00E748F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</w:p>
        </w:tc>
        <w:tc>
          <w:tcPr>
            <w:tcW w:w="2117" w:type="dxa"/>
          </w:tcPr>
          <w:p w14:paraId="092FA0C8" w14:textId="1CA88504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0E17D379" w14:textId="77777777" w:rsidTr="2EF72231">
        <w:trPr>
          <w:trHeight w:val="190"/>
        </w:trPr>
        <w:tc>
          <w:tcPr>
            <w:tcW w:w="2205" w:type="dxa"/>
          </w:tcPr>
          <w:p w14:paraId="0E378AAF" w14:textId="77777777" w:rsidR="005B00A5" w:rsidRPr="003A70B6" w:rsidRDefault="005B00A5" w:rsidP="005B00A5">
            <w:pPr>
              <w:rPr>
                <w:rFonts w:ascii="Corbel" w:hAnsi="Corbel"/>
                <w:sz w:val="24"/>
                <w:szCs w:val="24"/>
              </w:rPr>
            </w:pPr>
            <w:r w:rsidRPr="003A70B6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198" w:type="dxa"/>
          </w:tcPr>
          <w:p w14:paraId="03D00983" w14:textId="0EF3B7F2" w:rsidR="005B00A5" w:rsidRPr="002A0B04" w:rsidRDefault="00E748F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F0997F7" w14:textId="753335EE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5B00A5" w:rsidRPr="009C54AE" w14:paraId="03C2C15E" w14:textId="77777777" w:rsidTr="2EF72231">
        <w:tc>
          <w:tcPr>
            <w:tcW w:w="2205" w:type="dxa"/>
          </w:tcPr>
          <w:p w14:paraId="43187C48" w14:textId="77777777" w:rsidR="005B00A5" w:rsidRPr="003A70B6" w:rsidRDefault="005B00A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198" w:type="dxa"/>
          </w:tcPr>
          <w:p w14:paraId="1D64C042" w14:textId="0B7DE3FB" w:rsidR="005B00A5" w:rsidRPr="002A0B04" w:rsidRDefault="00E748F5" w:rsidP="005B00A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0B0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D305F3F" w14:textId="479611BF" w:rsidR="005B00A5" w:rsidRPr="00DF288E" w:rsidRDefault="00E748F5" w:rsidP="00337127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F288E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6180DF9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0E25F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9D1E4AA" w14:textId="16BDC393" w:rsidR="73915C66" w:rsidRDefault="73915C66" w:rsidP="73915C66">
      <w:pPr>
        <w:spacing w:after="0"/>
        <w:ind w:left="426"/>
        <w:rPr>
          <w:rFonts w:ascii="Corbel" w:hAnsi="Corbel"/>
        </w:rPr>
      </w:pPr>
    </w:p>
    <w:p w14:paraId="34C88BD1" w14:textId="71EBC114" w:rsidR="73915C66" w:rsidRDefault="73915C66" w:rsidP="73915C6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4BE2A3" w14:textId="77777777" w:rsidTr="73915C66">
        <w:tc>
          <w:tcPr>
            <w:tcW w:w="9670" w:type="dxa"/>
          </w:tcPr>
          <w:p w14:paraId="6CBA1E76" w14:textId="1D72C9ED" w:rsidR="0085747A" w:rsidRPr="009C54AE" w:rsidRDefault="351598E8" w:rsidP="73915C66">
            <w:pPr>
              <w:spacing w:after="0" w:line="257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3915C66">
              <w:rPr>
                <w:rFonts w:ascii="Corbel" w:hAnsi="Corbel"/>
                <w:color w:val="000000" w:themeColor="text1"/>
                <w:sz w:val="24"/>
                <w:szCs w:val="24"/>
              </w:rPr>
              <w:t>Zaliczenie ćwiczeń:</w:t>
            </w:r>
          </w:p>
          <w:p w14:paraId="0E0AFD65" w14:textId="37F671B8" w:rsidR="0085747A" w:rsidRPr="009C54AE" w:rsidRDefault="4F25D215" w:rsidP="73915C66">
            <w:pPr>
              <w:pStyle w:val="Akapitzlist"/>
              <w:numPr>
                <w:ilvl w:val="0"/>
                <w:numId w:val="1"/>
              </w:numPr>
              <w:spacing w:after="0" w:line="257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3915C6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kolokwium w formie testu z oceną, ustalaną według skali, ocena pozytywna za zdobycie 51% maksymalnej liczby punktów (50% oceny końcowej);  </w:t>
            </w:r>
          </w:p>
          <w:p w14:paraId="51B949AA" w14:textId="7547A121" w:rsidR="0085747A" w:rsidRPr="009C54AE" w:rsidRDefault="4F25D215" w:rsidP="44A7171F">
            <w:pPr>
              <w:pStyle w:val="Akapitzlist"/>
              <w:numPr>
                <w:ilvl w:val="0"/>
                <w:numId w:val="1"/>
              </w:numPr>
              <w:spacing w:after="0" w:line="257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3915C66">
              <w:rPr>
                <w:rFonts w:ascii="Corbel" w:hAnsi="Corbel"/>
                <w:color w:val="000000" w:themeColor="text1"/>
                <w:sz w:val="24"/>
                <w:szCs w:val="24"/>
              </w:rPr>
              <w:t>poprawne wykonywanie minimum 4 zadań postawionych do realizacji w trakcie zajęć, ocena pozytywna za zdobycie 51% maksymalnej liczby punktów (50% oceny końcowej)</w:t>
            </w:r>
          </w:p>
        </w:tc>
      </w:tr>
    </w:tbl>
    <w:p w14:paraId="164265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4CFF5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ECF9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F911F63" w14:textId="77777777" w:rsidTr="003E1941">
        <w:tc>
          <w:tcPr>
            <w:tcW w:w="4962" w:type="dxa"/>
            <w:vAlign w:val="center"/>
          </w:tcPr>
          <w:p w14:paraId="1E366E0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28DC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A74A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9640E36" w14:textId="77777777" w:rsidTr="00923D7D">
        <w:tc>
          <w:tcPr>
            <w:tcW w:w="4962" w:type="dxa"/>
          </w:tcPr>
          <w:p w14:paraId="1D6DE8C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88DBC6" w14:textId="77777777" w:rsidR="0085747A" w:rsidRPr="009C54AE" w:rsidRDefault="007D2584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5AE1EC4" w14:textId="77777777" w:rsidTr="00923D7D">
        <w:tc>
          <w:tcPr>
            <w:tcW w:w="4962" w:type="dxa"/>
          </w:tcPr>
          <w:p w14:paraId="1E8216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A81B2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F2691A3" w14:textId="77777777" w:rsidR="00C61DC5" w:rsidRPr="009C54AE" w:rsidRDefault="007D2584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EB608A9" w14:textId="77777777" w:rsidTr="00923D7D">
        <w:tc>
          <w:tcPr>
            <w:tcW w:w="4962" w:type="dxa"/>
          </w:tcPr>
          <w:p w14:paraId="4DD4276A" w14:textId="26B38467" w:rsidR="00C61DC5" w:rsidRPr="009C54AE" w:rsidRDefault="00C61DC5" w:rsidP="003371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37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Pr="005036F4">
              <w:rPr>
                <w:rFonts w:ascii="Corbel" w:hAnsi="Corbel"/>
                <w:sz w:val="24"/>
                <w:szCs w:val="24"/>
              </w:rPr>
              <w:t>przygotowanie do zajęć</w:t>
            </w:r>
            <w:r w:rsidR="00337127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EF8ED57" w14:textId="77777777" w:rsidR="00C61DC5" w:rsidRPr="009C54AE" w:rsidRDefault="007D2584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14:paraId="50814AE0" w14:textId="77777777" w:rsidTr="00923D7D">
        <w:tc>
          <w:tcPr>
            <w:tcW w:w="4962" w:type="dxa"/>
          </w:tcPr>
          <w:p w14:paraId="7876FE0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FB5890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625A88E" w14:textId="77777777" w:rsidTr="00923D7D">
        <w:tc>
          <w:tcPr>
            <w:tcW w:w="4962" w:type="dxa"/>
          </w:tcPr>
          <w:p w14:paraId="0B2266E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1D2FC4B" w14:textId="77777777" w:rsidR="0085747A" w:rsidRPr="009C54AE" w:rsidRDefault="00273416" w:rsidP="005036F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DC02B3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047092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3779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4F775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E173636" w14:textId="77777777" w:rsidTr="001D2852">
        <w:trPr>
          <w:trHeight w:val="397"/>
        </w:trPr>
        <w:tc>
          <w:tcPr>
            <w:tcW w:w="2359" w:type="pct"/>
          </w:tcPr>
          <w:p w14:paraId="32A2005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F34127" w14:textId="77777777" w:rsidR="0085747A" w:rsidRPr="009C54AE" w:rsidRDefault="001D2852" w:rsidP="001D28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55A386" w14:textId="77777777" w:rsidTr="001D2852">
        <w:trPr>
          <w:trHeight w:val="397"/>
        </w:trPr>
        <w:tc>
          <w:tcPr>
            <w:tcW w:w="2359" w:type="pct"/>
          </w:tcPr>
          <w:p w14:paraId="2B875C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E925A4" w14:textId="77777777" w:rsidR="0085747A" w:rsidRPr="009C54AE" w:rsidRDefault="001D2852" w:rsidP="001D28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6F263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1926D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FF364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CA91B49" w14:textId="77777777" w:rsidTr="687BD2F8">
        <w:trPr>
          <w:trHeight w:val="397"/>
        </w:trPr>
        <w:tc>
          <w:tcPr>
            <w:tcW w:w="5000" w:type="pct"/>
          </w:tcPr>
          <w:p w14:paraId="3767B8F5" w14:textId="77777777" w:rsidR="0085747A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2F700A" w14:textId="77777777" w:rsidR="009C1EB1" w:rsidRPr="00E748F5" w:rsidRDefault="009C1EB1" w:rsidP="00E748F5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Corbel" w:hAnsi="Corbel"/>
                <w:sz w:val="24"/>
                <w:szCs w:val="24"/>
              </w:rPr>
            </w:pPr>
            <w:r w:rsidRPr="00E748F5">
              <w:rPr>
                <w:rFonts w:ascii="Corbel" w:hAnsi="Corbel"/>
                <w:sz w:val="24"/>
                <w:szCs w:val="24"/>
              </w:rPr>
              <w:t>Grzesik K., Karaś M., Decyzje menedżerskie w organizacji, Wydawnictwo Uniwersytetu Ekonomicznego,</w:t>
            </w:r>
            <w:r w:rsidR="00E40A3B" w:rsidRPr="00E748F5">
              <w:rPr>
                <w:rFonts w:ascii="Corbel" w:hAnsi="Corbel"/>
                <w:sz w:val="24"/>
                <w:szCs w:val="24"/>
              </w:rPr>
              <w:t xml:space="preserve"> Wrocław,</w:t>
            </w:r>
            <w:r w:rsidRPr="00E748F5">
              <w:rPr>
                <w:rFonts w:ascii="Corbel" w:hAnsi="Corbel"/>
                <w:sz w:val="24"/>
                <w:szCs w:val="24"/>
              </w:rPr>
              <w:t xml:space="preserve"> 2014.</w:t>
            </w:r>
          </w:p>
          <w:p w14:paraId="33E9EBBA" w14:textId="77777777" w:rsidR="009C1EB1" w:rsidRDefault="009C1EB1" w:rsidP="00E748F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Szczepańska-Woszczyna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K., 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Kompetencje menedżerskie w kontekście innowacyjności przedsiębiorstwa: Wydawnictwo Naukowe PWN, </w:t>
            </w:r>
            <w:r w:rsidR="00E40A3B">
              <w:rPr>
                <w:rFonts w:ascii="Corbel" w:hAnsi="Corbel"/>
                <w:b w:val="0"/>
                <w:smallCaps w:val="0"/>
                <w:szCs w:val="24"/>
              </w:rPr>
              <w:t>Warszawa,</w:t>
            </w:r>
            <w:r w:rsidRPr="009C1EB1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30050BF9" w14:textId="06EEEFC2" w:rsidR="00273416" w:rsidRPr="009C1EB1" w:rsidRDefault="4EB619E2" w:rsidP="70403269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</w:rPr>
            </w:pPr>
            <w:r w:rsidRPr="70403269">
              <w:rPr>
                <w:rFonts w:ascii="Corbel" w:hAnsi="Corbel"/>
                <w:b w:val="0"/>
                <w:smallCaps w:val="0"/>
              </w:rPr>
              <w:t>Juchnowicz M., (red. nauk.), Zarządzanie kapitałem ludzkim. Procesy - narzędzia - aplikacje, PWE, Warszawa, 2014</w:t>
            </w:r>
            <w:r w:rsidR="282F777E" w:rsidRPr="70403269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0B4020DD" w14:textId="77777777" w:rsidTr="687BD2F8">
        <w:trPr>
          <w:trHeight w:val="397"/>
        </w:trPr>
        <w:tc>
          <w:tcPr>
            <w:tcW w:w="5000" w:type="pct"/>
          </w:tcPr>
          <w:p w14:paraId="0E889278" w14:textId="77777777" w:rsidR="0085747A" w:rsidRDefault="0085747A" w:rsidP="00E40A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867BBFE" w14:textId="77777777" w:rsidR="009C1EB1" w:rsidRDefault="009C1EB1" w:rsidP="00E748F5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F78D5">
              <w:rPr>
                <w:rFonts w:ascii="Corbel" w:hAnsi="Corbel"/>
                <w:b w:val="0"/>
                <w:smallCaps w:val="0"/>
                <w:szCs w:val="24"/>
              </w:rPr>
              <w:t>Antoszkiewicz</w:t>
            </w:r>
            <w:proofErr w:type="spellEnd"/>
            <w:r w:rsidRPr="00DF78D5">
              <w:rPr>
                <w:rFonts w:ascii="Corbel" w:hAnsi="Corbel"/>
                <w:b w:val="0"/>
                <w:smallCaps w:val="0"/>
                <w:szCs w:val="24"/>
              </w:rPr>
              <w:t xml:space="preserve"> J.D., Pawlak Z., Techniki menedżerskie. Skuteczne zarządzanie firmą, Wyd. </w:t>
            </w:r>
            <w:proofErr w:type="spellStart"/>
            <w:r w:rsidRPr="00DF78D5">
              <w:rPr>
                <w:rFonts w:ascii="Corbel" w:hAnsi="Corbel"/>
                <w:b w:val="0"/>
                <w:smallCaps w:val="0"/>
                <w:szCs w:val="24"/>
              </w:rPr>
              <w:t>Poltext</w:t>
            </w:r>
            <w:proofErr w:type="spellEnd"/>
            <w:r w:rsidRPr="00DF78D5">
              <w:rPr>
                <w:rFonts w:ascii="Corbel" w:hAnsi="Corbel"/>
                <w:b w:val="0"/>
                <w:smallCaps w:val="0"/>
                <w:szCs w:val="24"/>
              </w:rPr>
              <w:t>, Warszawa, 2009.</w:t>
            </w:r>
          </w:p>
          <w:p w14:paraId="2EA3D42B" w14:textId="77777777" w:rsidR="00273416" w:rsidRPr="00DF78D5" w:rsidRDefault="00273416" w:rsidP="687BD2F8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687BD2F8">
              <w:rPr>
                <w:rFonts w:ascii="Corbel" w:hAnsi="Corbel"/>
                <w:b w:val="0"/>
                <w:smallCaps w:val="0"/>
              </w:rPr>
              <w:t>Buzan</w:t>
            </w:r>
            <w:proofErr w:type="spellEnd"/>
            <w:r w:rsidRPr="687BD2F8">
              <w:rPr>
                <w:rFonts w:ascii="Corbel" w:hAnsi="Corbel"/>
                <w:b w:val="0"/>
                <w:smallCaps w:val="0"/>
              </w:rPr>
              <w:t xml:space="preserve"> T., Rusz głową, Wyd. AHA, Łódź 2014.</w:t>
            </w:r>
          </w:p>
          <w:p w14:paraId="5E0F47BE" w14:textId="37B7E17B" w:rsidR="009C1EB1" w:rsidRPr="009C1EB1" w:rsidRDefault="305C79A4" w:rsidP="687BD2F8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b w:val="0"/>
                <w:smallCaps w:val="0"/>
              </w:rPr>
            </w:pPr>
            <w:r w:rsidRPr="687BD2F8">
              <w:rPr>
                <w:rFonts w:ascii="Corbel" w:hAnsi="Corbel"/>
                <w:b w:val="0"/>
                <w:smallCaps w:val="0"/>
                <w:szCs w:val="24"/>
              </w:rPr>
              <w:t xml:space="preserve">Szara K., Kapitał kreatywny w przedsiębiorstwie, </w:t>
            </w:r>
            <w:proofErr w:type="spellStart"/>
            <w:r w:rsidRPr="687BD2F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687BD2F8">
              <w:rPr>
                <w:rFonts w:ascii="Corbel" w:hAnsi="Corbel"/>
                <w:b w:val="0"/>
                <w:smallCaps w:val="0"/>
                <w:szCs w:val="24"/>
              </w:rPr>
              <w:t>, Warszawa, 2019</w:t>
            </w:r>
            <w:r w:rsidRPr="687BD2F8">
              <w:rPr>
                <w:rFonts w:ascii="Corbel" w:eastAsia="Corbel" w:hAnsi="Corbel" w:cs="Corbel"/>
                <w:szCs w:val="24"/>
              </w:rPr>
              <w:t>.</w:t>
            </w:r>
          </w:p>
        </w:tc>
      </w:tr>
    </w:tbl>
    <w:p w14:paraId="363973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1BB4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D6010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38E389" w14:textId="77777777" w:rsidR="000A5EF8" w:rsidRDefault="000A5EF8" w:rsidP="00C16ABF">
      <w:pPr>
        <w:spacing w:after="0" w:line="240" w:lineRule="auto"/>
      </w:pPr>
      <w:r>
        <w:separator/>
      </w:r>
    </w:p>
  </w:endnote>
  <w:endnote w:type="continuationSeparator" w:id="0">
    <w:p w14:paraId="45F85A65" w14:textId="77777777" w:rsidR="000A5EF8" w:rsidRDefault="000A5E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7E6324" w14:textId="77777777" w:rsidR="000A5EF8" w:rsidRDefault="000A5EF8" w:rsidP="00C16ABF">
      <w:pPr>
        <w:spacing w:after="0" w:line="240" w:lineRule="auto"/>
      </w:pPr>
      <w:r>
        <w:separator/>
      </w:r>
    </w:p>
  </w:footnote>
  <w:footnote w:type="continuationSeparator" w:id="0">
    <w:p w14:paraId="0A0A5B94" w14:textId="77777777" w:rsidR="000A5EF8" w:rsidRDefault="000A5EF8" w:rsidP="00C16ABF">
      <w:pPr>
        <w:spacing w:after="0" w:line="240" w:lineRule="auto"/>
      </w:pPr>
      <w:r>
        <w:continuationSeparator/>
      </w:r>
    </w:p>
  </w:footnote>
  <w:footnote w:id="1">
    <w:p w14:paraId="5DF5720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10CB0"/>
    <w:multiLevelType w:val="hybridMultilevel"/>
    <w:tmpl w:val="E2E898BE"/>
    <w:lvl w:ilvl="0" w:tplc="45A09C8C">
      <w:start w:val="1"/>
      <w:numFmt w:val="decimal"/>
      <w:lvlText w:val="%1."/>
      <w:lvlJc w:val="left"/>
      <w:pPr>
        <w:ind w:left="720" w:hanging="360"/>
      </w:pPr>
    </w:lvl>
    <w:lvl w:ilvl="1" w:tplc="36A818FA">
      <w:start w:val="1"/>
      <w:numFmt w:val="lowerLetter"/>
      <w:lvlText w:val="%2."/>
      <w:lvlJc w:val="left"/>
      <w:pPr>
        <w:ind w:left="1440" w:hanging="360"/>
      </w:pPr>
    </w:lvl>
    <w:lvl w:ilvl="2" w:tplc="ABD212D6">
      <w:start w:val="1"/>
      <w:numFmt w:val="lowerRoman"/>
      <w:lvlText w:val="%3."/>
      <w:lvlJc w:val="right"/>
      <w:pPr>
        <w:ind w:left="2160" w:hanging="180"/>
      </w:pPr>
    </w:lvl>
    <w:lvl w:ilvl="3" w:tplc="EFFEADFC">
      <w:start w:val="1"/>
      <w:numFmt w:val="decimal"/>
      <w:lvlText w:val="%4."/>
      <w:lvlJc w:val="left"/>
      <w:pPr>
        <w:ind w:left="2880" w:hanging="360"/>
      </w:pPr>
    </w:lvl>
    <w:lvl w:ilvl="4" w:tplc="2B2A62AA">
      <w:start w:val="1"/>
      <w:numFmt w:val="lowerLetter"/>
      <w:lvlText w:val="%5."/>
      <w:lvlJc w:val="left"/>
      <w:pPr>
        <w:ind w:left="3600" w:hanging="360"/>
      </w:pPr>
    </w:lvl>
    <w:lvl w:ilvl="5" w:tplc="7774082C">
      <w:start w:val="1"/>
      <w:numFmt w:val="lowerRoman"/>
      <w:lvlText w:val="%6."/>
      <w:lvlJc w:val="right"/>
      <w:pPr>
        <w:ind w:left="4320" w:hanging="180"/>
      </w:pPr>
    </w:lvl>
    <w:lvl w:ilvl="6" w:tplc="CA4C41E6">
      <w:start w:val="1"/>
      <w:numFmt w:val="decimal"/>
      <w:lvlText w:val="%7."/>
      <w:lvlJc w:val="left"/>
      <w:pPr>
        <w:ind w:left="5040" w:hanging="360"/>
      </w:pPr>
    </w:lvl>
    <w:lvl w:ilvl="7" w:tplc="681EB53E">
      <w:start w:val="1"/>
      <w:numFmt w:val="lowerLetter"/>
      <w:lvlText w:val="%8."/>
      <w:lvlJc w:val="left"/>
      <w:pPr>
        <w:ind w:left="5760" w:hanging="360"/>
      </w:pPr>
    </w:lvl>
    <w:lvl w:ilvl="8" w:tplc="8450512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0358F6"/>
    <w:multiLevelType w:val="hybridMultilevel"/>
    <w:tmpl w:val="5D0AB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251B5"/>
    <w:multiLevelType w:val="hybridMultilevel"/>
    <w:tmpl w:val="99ACC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24BD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EF8"/>
    <w:rsid w:val="000B192D"/>
    <w:rsid w:val="000B28EE"/>
    <w:rsid w:val="000B3E37"/>
    <w:rsid w:val="000D04B0"/>
    <w:rsid w:val="000D6370"/>
    <w:rsid w:val="000F1C57"/>
    <w:rsid w:val="000F5615"/>
    <w:rsid w:val="0011714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184"/>
    <w:rsid w:val="001D285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3416"/>
    <w:rsid w:val="00281FF2"/>
    <w:rsid w:val="002829B0"/>
    <w:rsid w:val="002857DE"/>
    <w:rsid w:val="00291567"/>
    <w:rsid w:val="0029636F"/>
    <w:rsid w:val="002A0B04"/>
    <w:rsid w:val="002A22BF"/>
    <w:rsid w:val="002A2389"/>
    <w:rsid w:val="002A671D"/>
    <w:rsid w:val="002A74A1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7127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C8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6F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0A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1DE"/>
    <w:rsid w:val="00647FA8"/>
    <w:rsid w:val="00650C5F"/>
    <w:rsid w:val="00654934"/>
    <w:rsid w:val="006620D9"/>
    <w:rsid w:val="00671958"/>
    <w:rsid w:val="00675843"/>
    <w:rsid w:val="0069556C"/>
    <w:rsid w:val="00696477"/>
    <w:rsid w:val="006C6F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52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84E"/>
    <w:rsid w:val="007A6E6E"/>
    <w:rsid w:val="007C3299"/>
    <w:rsid w:val="007C3BCC"/>
    <w:rsid w:val="007C4546"/>
    <w:rsid w:val="007D2584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1EB1"/>
    <w:rsid w:val="009C3E31"/>
    <w:rsid w:val="009C54AE"/>
    <w:rsid w:val="009C788E"/>
    <w:rsid w:val="009D3F3B"/>
    <w:rsid w:val="009E0543"/>
    <w:rsid w:val="009E3B41"/>
    <w:rsid w:val="009E784B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2991"/>
    <w:rsid w:val="00AD0AB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19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8C"/>
    <w:rsid w:val="00CE5BAC"/>
    <w:rsid w:val="00CE6E0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5B9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D4F"/>
    <w:rsid w:val="00E22FBC"/>
    <w:rsid w:val="00E24BF5"/>
    <w:rsid w:val="00E25338"/>
    <w:rsid w:val="00E40A3B"/>
    <w:rsid w:val="00E51E44"/>
    <w:rsid w:val="00E63348"/>
    <w:rsid w:val="00E661B9"/>
    <w:rsid w:val="00E742AA"/>
    <w:rsid w:val="00E748F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1C04"/>
    <w:rsid w:val="00F44BE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A48280"/>
    <w:rsid w:val="164F3DEE"/>
    <w:rsid w:val="282F777E"/>
    <w:rsid w:val="2B68C4F3"/>
    <w:rsid w:val="2BADD315"/>
    <w:rsid w:val="2EF72231"/>
    <w:rsid w:val="305C79A4"/>
    <w:rsid w:val="351598E8"/>
    <w:rsid w:val="3894E4B8"/>
    <w:rsid w:val="3C07C976"/>
    <w:rsid w:val="41D54BE8"/>
    <w:rsid w:val="42CDC2C7"/>
    <w:rsid w:val="44A7171F"/>
    <w:rsid w:val="4BBF200B"/>
    <w:rsid w:val="4C7DE3D3"/>
    <w:rsid w:val="4E9AC90D"/>
    <w:rsid w:val="4EB619E2"/>
    <w:rsid w:val="4F25D215"/>
    <w:rsid w:val="5BDCCBB9"/>
    <w:rsid w:val="5BE564BB"/>
    <w:rsid w:val="64BDA571"/>
    <w:rsid w:val="673A226A"/>
    <w:rsid w:val="687BD2F8"/>
    <w:rsid w:val="6C3F9E44"/>
    <w:rsid w:val="70403269"/>
    <w:rsid w:val="70F7FD88"/>
    <w:rsid w:val="73915C66"/>
    <w:rsid w:val="7790D53A"/>
    <w:rsid w:val="7C70719D"/>
    <w:rsid w:val="7E5D3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5C540"/>
  <w15:docId w15:val="{70E84084-11D0-4B8F-8193-8462D55EF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3371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37127"/>
  </w:style>
  <w:style w:type="character" w:customStyle="1" w:styleId="spellingerror">
    <w:name w:val="spellingerror"/>
    <w:basedOn w:val="Domylnaczcionkaakapitu"/>
    <w:rsid w:val="00337127"/>
  </w:style>
  <w:style w:type="character" w:customStyle="1" w:styleId="eop">
    <w:name w:val="eop"/>
    <w:basedOn w:val="Domylnaczcionkaakapitu"/>
    <w:rsid w:val="00337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ADD67C-FC02-47DB-8DFF-FFC636FBC0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C71DD0-6965-44F4-BF10-601A548BB6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8EBEB5-E8A9-4DF1-AD00-19633BE237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0295B6-2413-44A0-B3D2-A5894A8FC8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774</Words>
  <Characters>4650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28</cp:revision>
  <cp:lastPrinted>2019-02-06T12:12:00Z</cp:lastPrinted>
  <dcterms:created xsi:type="dcterms:W3CDTF">2020-10-17T18:47:00Z</dcterms:created>
  <dcterms:modified xsi:type="dcterms:W3CDTF">2020-12-07T18:33:00Z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